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1025B5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1025B5" w:rsidP="00F37FF2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37FF2">
              <w:rPr>
                <w:rFonts w:ascii="Arial" w:hAnsi="Arial" w:cs="Arial"/>
                <w:sz w:val="18"/>
                <w:szCs w:val="18"/>
              </w:rPr>
              <w:t>69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1025B5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</w:t>
            </w:r>
            <w:proofErr w:type="spellStart"/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Dept</w:t>
            </w:r>
            <w:proofErr w:type="spellEnd"/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1025B5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37FF2">
              <w:rPr>
                <w:rFonts w:ascii="Arial" w:hAnsi="Arial" w:cs="Arial"/>
                <w:noProof/>
                <w:sz w:val="18"/>
                <w:szCs w:val="18"/>
              </w:rPr>
              <w:t>Monday, 3 August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1025B5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F37FF2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69F, presented with right facial droop, slurred speech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and ?GCS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drop – 6pm on 31/07 – some symptoms still persisting. Being treated as L PACI – MCA infarct.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F37FF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4083685</wp:posOffset>
                      </wp:positionH>
                      <wp:positionV relativeFrom="paragraph">
                        <wp:posOffset>1771015</wp:posOffset>
                      </wp:positionV>
                      <wp:extent cx="100965" cy="884555"/>
                      <wp:effectExtent l="12700" t="49530" r="10160" b="56515"/>
                      <wp:wrapNone/>
                      <wp:docPr id="49" name="Freeform 49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965" cy="884555"/>
                              </a:xfrm>
                              <a:custGeom>
                                <a:avLst/>
                                <a:gdLst>
                                  <a:gd name="T0" fmla="*/ 149 w 159"/>
                                  <a:gd name="T1" fmla="*/ 0 h 1393"/>
                                  <a:gd name="T2" fmla="*/ 37 w 159"/>
                                  <a:gd name="T3" fmla="*/ 514 h 1393"/>
                                  <a:gd name="T4" fmla="*/ 0 w 159"/>
                                  <a:gd name="T5" fmla="*/ 1150 h 1393"/>
                                  <a:gd name="T6" fmla="*/ 9 w 159"/>
                                  <a:gd name="T7" fmla="*/ 1393 h 1393"/>
                                  <a:gd name="T8" fmla="*/ 103 w 159"/>
                                  <a:gd name="T9" fmla="*/ 888 h 1393"/>
                                  <a:gd name="T10" fmla="*/ 159 w 159"/>
                                  <a:gd name="T11" fmla="*/ 383 h 1393"/>
                                  <a:gd name="T12" fmla="*/ 149 w 159"/>
                                  <a:gd name="T13" fmla="*/ 0 h 13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59" h="1393">
                                    <a:moveTo>
                                      <a:pt x="149" y="0"/>
                                    </a:moveTo>
                                    <a:lnTo>
                                      <a:pt x="37" y="514"/>
                                    </a:lnTo>
                                    <a:lnTo>
                                      <a:pt x="0" y="1150"/>
                                    </a:lnTo>
                                    <a:lnTo>
                                      <a:pt x="9" y="1393"/>
                                    </a:lnTo>
                                    <a:lnTo>
                                      <a:pt x="103" y="888"/>
                                    </a:lnTo>
                                    <a:lnTo>
                                      <a:pt x="159" y="383"/>
                                    </a:lnTo>
                                    <a:lnTo>
                                      <a:pt x="149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E1707" id="Freeform 490" o:spid="_x0000_s1026" alt="Granite" style="position:absolute;margin-left:321.55pt;margin-top:139.45pt;width:7.95pt;height:69.6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9,13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" path="m149,l37,514,,1150r9,243l103,888,159,383,149,xe">
                      <v:fill r:id="rId7" o:title="Granite" recolor="t" type="tile"/>
                      <v:path arrowok="t" o:connecttype="custom" o:connectlocs="94615,0;23495,326390;0,730250;5715,884555;65405,563880;100965,243205;94615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1945640</wp:posOffset>
                      </wp:positionH>
                      <wp:positionV relativeFrom="paragraph">
                        <wp:posOffset>1741170</wp:posOffset>
                      </wp:positionV>
                      <wp:extent cx="178435" cy="908685"/>
                      <wp:effectExtent l="8255" t="10160" r="41910" b="5080"/>
                      <wp:wrapNone/>
                      <wp:docPr id="48" name="Freeform 4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8435" cy="908685"/>
                              </a:xfrm>
                              <a:custGeom>
                                <a:avLst/>
                                <a:gdLst>
                                  <a:gd name="T0" fmla="*/ 47 w 281"/>
                                  <a:gd name="T1" fmla="*/ 75 h 1431"/>
                                  <a:gd name="T2" fmla="*/ 66 w 281"/>
                                  <a:gd name="T3" fmla="*/ 505 h 1431"/>
                                  <a:gd name="T4" fmla="*/ 281 w 281"/>
                                  <a:gd name="T5" fmla="*/ 1431 h 1431"/>
                                  <a:gd name="T6" fmla="*/ 85 w 281"/>
                                  <a:gd name="T7" fmla="*/ 832 h 1431"/>
                                  <a:gd name="T8" fmla="*/ 0 w 281"/>
                                  <a:gd name="T9" fmla="*/ 393 h 1431"/>
                                  <a:gd name="T10" fmla="*/ 0 w 281"/>
                                  <a:gd name="T11" fmla="*/ 178 h 1431"/>
                                  <a:gd name="T12" fmla="*/ 38 w 281"/>
                                  <a:gd name="T13" fmla="*/ 0 h 14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81" h="1431">
                                    <a:moveTo>
                                      <a:pt x="47" y="75"/>
                                    </a:moveTo>
                                    <a:lnTo>
                                      <a:pt x="66" y="505"/>
                                    </a:lnTo>
                                    <a:lnTo>
                                      <a:pt x="281" y="1431"/>
                                    </a:lnTo>
                                    <a:lnTo>
                                      <a:pt x="85" y="832"/>
                                    </a:lnTo>
                                    <a:lnTo>
                                      <a:pt x="0" y="393"/>
                                    </a:lnTo>
                                    <a:lnTo>
                                      <a:pt x="0" y="178"/>
                                    </a:lnTo>
                                    <a:lnTo>
                                      <a:pt x="38" y="0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D1F91D6" id="Freeform 489" o:spid="_x0000_s1026" alt="Granite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55.55pt,140.85pt,156.5pt,162.35pt,167.25pt,208.65pt,157.45pt,178.7pt,153.2pt,156.75pt,153.2pt,146pt,155.1pt,137.1pt" coordsize="281,14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">
                      <v:fill r:id="rId7" o:title="Granite" recolor="t" type="tile"/>
                      <v:path arrowok="t" o:connecttype="custom" o:connectlocs="29845,47625;41910,320675;178435,908685;53975,528320;0,249555;0,113030;24130,0" o:connectangles="0,0,0,0,0,0,0"/>
                    </v:polylin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F37FF2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F37FF2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F37FF2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F37FF2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F37FF2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F37FF2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F37FF2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F37FF2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F37FF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F37FF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F37FF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F37FF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F37FF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F37FF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F37FF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F37FF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DED963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F37FF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A578B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F37FF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BBBF2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4DD13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BAA96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5D3669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F37FF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F37FF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F37FF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F37FF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F37FF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F37FF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F37FF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F37FF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F37FF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F37FF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F37FF2">
              <w:rPr>
                <w:rFonts w:ascii="Arial" w:hAnsi="Arial" w:cs="Arial"/>
                <w:sz w:val="18"/>
                <w:szCs w:val="20"/>
              </w:rPr>
              <w:t xml:space="preserve"> Normal subclavian flow. No thickening of the intima-media layer.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F37FF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F37FF2">
              <w:rPr>
                <w:rFonts w:ascii="Arial" w:hAnsi="Arial" w:cs="Arial"/>
                <w:sz w:val="18"/>
                <w:szCs w:val="20"/>
              </w:rPr>
              <w:t>Normal subclavian flow. No thickening of the intima-media layer.</w:t>
            </w:r>
          </w:p>
          <w:p w:rsidR="00F37FF2" w:rsidRPr="00BE67C6" w:rsidRDefault="00F37FF2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F37FF2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FF2" w:rsidRDefault="00F37FF2">
      <w:r>
        <w:separator/>
      </w:r>
    </w:p>
  </w:endnote>
  <w:endnote w:type="continuationSeparator" w:id="0">
    <w:p w:rsidR="00F37FF2" w:rsidRDefault="00F37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FF2" w:rsidRDefault="00F37FF2">
      <w:r>
        <w:separator/>
      </w:r>
    </w:p>
  </w:footnote>
  <w:footnote w:type="continuationSeparator" w:id="0">
    <w:p w:rsidR="00F37FF2" w:rsidRDefault="00F37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F37FF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FF2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25B5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37FF2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E9CE5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113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2020-08-07T09:04:00Z</dcterms:created>
  <dcterms:modified xsi:type="dcterms:W3CDTF">2020-08-07T09:04:00Z</dcterms:modified>
</cp:coreProperties>
</file>